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E72B4-F105-402C-9E2A-43CBB410035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